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EAEBD8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6463">
        <w:rPr>
          <w:rFonts w:ascii="Corbel" w:hAnsi="Corbel"/>
          <w:i/>
          <w:smallCaps/>
          <w:sz w:val="24"/>
          <w:szCs w:val="24"/>
          <w:u w:val="single"/>
        </w:rPr>
        <w:t>2020</w:t>
      </w:r>
      <w:r w:rsidR="00E066F7" w:rsidRPr="00E066F7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026463">
        <w:rPr>
          <w:rFonts w:ascii="Corbel" w:hAnsi="Corbel"/>
          <w:i/>
          <w:smallCaps/>
          <w:sz w:val="24"/>
          <w:szCs w:val="24"/>
          <w:u w:val="single"/>
        </w:rPr>
        <w:t>2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7B823B1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26463">
        <w:rPr>
          <w:rFonts w:ascii="Corbel" w:hAnsi="Corbel"/>
          <w:sz w:val="20"/>
          <w:szCs w:val="20"/>
        </w:rPr>
        <w:t>2020/2021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55198E0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437A0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6F85AA72" w:rsidR="0085747A" w:rsidRPr="009C54AE" w:rsidRDefault="00F60A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E066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61EAF2B6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E6375C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55DEFB5E" w:rsidR="00923D7D" w:rsidRPr="009C54AE" w:rsidRDefault="00020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7BF780D6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B4743" w:rsidRPr="009C54AE" w14:paraId="73161FE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123" w14:textId="412FC661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68F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55C1" w14:textId="329EC6D1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3BC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15E0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D2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5A6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B0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7EA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F6F" w14:textId="103E0B9B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665E26B4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0A26941" w:rsidR="00011230" w:rsidRDefault="00E6375C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384BE0DC" w:rsidR="00F84360" w:rsidRPr="00F84360" w:rsidRDefault="00CD37D2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7E5FF444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</w:t>
            </w:r>
            <w:r w:rsidR="00F60A8B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20EFEA31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indywidulanej/referatu.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596DFFF8" w14:textId="7476BD30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2784065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A3A8A9" w14:textId="3082A820" w:rsidR="00C61DC5" w:rsidRPr="009C54AE" w:rsidRDefault="00CD37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(po dwie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CDF02" w:rsidR="00C61DC5" w:rsidRPr="009C54AE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5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537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72087265" w:rsidR="00C61DC5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CD37D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7402399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2E5835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F8E135" w14:textId="77777777" w:rsidR="001E1A2C" w:rsidRPr="002E5835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A95ABA" w14:textId="24B12AE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0A6B7C" w14:textId="7777777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CA4CB1" w14:textId="771465D2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Cornelsen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Verlag</w:t>
            </w:r>
            <w:proofErr w:type="spellEnd"/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9ECD134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3D22ACDB" w14:textId="77777777" w:rsidR="00185094" w:rsidRPr="00AC558A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E47A62" w:rsidR="001E1A2C" w:rsidRPr="00E066F7" w:rsidRDefault="001E1A2C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2E583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14F1C" w14:textId="77777777" w:rsidR="001E1A2C" w:rsidRPr="002E5835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15DF43" w14:textId="79E2B89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822C409" w14:textId="7777777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8C77E09" w14:textId="1CAA32D1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83B0758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B95A046" w14:textId="1943328F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6326715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6A97FAC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0F93CAAB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3D2CC27" w14:textId="41F760B4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lastRenderedPageBreak/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D5061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38EEB954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9489818" w14:textId="426ED651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FF9C9F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2859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7C051A7C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6AD602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2F319BF6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2669CAE3" w14:textId="77777777" w:rsidR="00260D28" w:rsidRPr="0018509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76A76B1" w14:textId="1DA067FE" w:rsidR="00FA1DF4" w:rsidRPr="002E5835" w:rsidRDefault="00FA1DF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C876E" w14:textId="77777777" w:rsidR="00C90D50" w:rsidRDefault="00C90D50" w:rsidP="00C16ABF">
      <w:pPr>
        <w:spacing w:after="0" w:line="240" w:lineRule="auto"/>
      </w:pPr>
      <w:r>
        <w:separator/>
      </w:r>
    </w:p>
  </w:endnote>
  <w:endnote w:type="continuationSeparator" w:id="0">
    <w:p w14:paraId="485A25CE" w14:textId="77777777" w:rsidR="00C90D50" w:rsidRDefault="00C90D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30BB0" w14:textId="77777777" w:rsidR="00C90D50" w:rsidRDefault="00C90D50" w:rsidP="00C16ABF">
      <w:pPr>
        <w:spacing w:after="0" w:line="240" w:lineRule="auto"/>
      </w:pPr>
      <w:r>
        <w:separator/>
      </w:r>
    </w:p>
  </w:footnote>
  <w:footnote w:type="continuationSeparator" w:id="0">
    <w:p w14:paraId="3CA9427D" w14:textId="77777777" w:rsidR="00C90D50" w:rsidRDefault="00C90D5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0E23"/>
    <w:rsid w:val="00022ECE"/>
    <w:rsid w:val="00026463"/>
    <w:rsid w:val="00031E38"/>
    <w:rsid w:val="00042A51"/>
    <w:rsid w:val="00042D2E"/>
    <w:rsid w:val="00044C82"/>
    <w:rsid w:val="00045CE8"/>
    <w:rsid w:val="00064ED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E4B85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85094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355A"/>
    <w:rsid w:val="002437A0"/>
    <w:rsid w:val="00244ABC"/>
    <w:rsid w:val="002541C3"/>
    <w:rsid w:val="00260D28"/>
    <w:rsid w:val="00281FF2"/>
    <w:rsid w:val="002823E6"/>
    <w:rsid w:val="002857DE"/>
    <w:rsid w:val="002914EC"/>
    <w:rsid w:val="00291567"/>
    <w:rsid w:val="002A22BF"/>
    <w:rsid w:val="002A2389"/>
    <w:rsid w:val="002A671D"/>
    <w:rsid w:val="002A7C3E"/>
    <w:rsid w:val="002B4D55"/>
    <w:rsid w:val="002B5EA0"/>
    <w:rsid w:val="002B6119"/>
    <w:rsid w:val="002C1F06"/>
    <w:rsid w:val="002D3375"/>
    <w:rsid w:val="002D73D4"/>
    <w:rsid w:val="002E3D13"/>
    <w:rsid w:val="002E5835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501AA"/>
    <w:rsid w:val="003503F6"/>
    <w:rsid w:val="003505A3"/>
    <w:rsid w:val="003530DD"/>
    <w:rsid w:val="00363F78"/>
    <w:rsid w:val="00365D3D"/>
    <w:rsid w:val="00370E17"/>
    <w:rsid w:val="0037521F"/>
    <w:rsid w:val="00384DAA"/>
    <w:rsid w:val="0039662B"/>
    <w:rsid w:val="003A0A5B"/>
    <w:rsid w:val="003A1176"/>
    <w:rsid w:val="003C0BAE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339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3ACC"/>
    <w:rsid w:val="0054635F"/>
    <w:rsid w:val="0056027F"/>
    <w:rsid w:val="0056696D"/>
    <w:rsid w:val="0059484D"/>
    <w:rsid w:val="005A0855"/>
    <w:rsid w:val="005A2B7D"/>
    <w:rsid w:val="005A3196"/>
    <w:rsid w:val="005C080F"/>
    <w:rsid w:val="005C55E5"/>
    <w:rsid w:val="005C696A"/>
    <w:rsid w:val="005E6E85"/>
    <w:rsid w:val="005F31D2"/>
    <w:rsid w:val="0061029B"/>
    <w:rsid w:val="00617230"/>
    <w:rsid w:val="00620DEC"/>
    <w:rsid w:val="00621CE1"/>
    <w:rsid w:val="00627FC9"/>
    <w:rsid w:val="00627FF5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6B54"/>
    <w:rsid w:val="007D6E56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B3844"/>
    <w:rsid w:val="008C0CC0"/>
    <w:rsid w:val="008C19A9"/>
    <w:rsid w:val="008C2BE4"/>
    <w:rsid w:val="008C379D"/>
    <w:rsid w:val="008C5147"/>
    <w:rsid w:val="008C5359"/>
    <w:rsid w:val="008C5363"/>
    <w:rsid w:val="008D2575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B4743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1952"/>
    <w:rsid w:val="00B06142"/>
    <w:rsid w:val="00B135B1"/>
    <w:rsid w:val="00B3130B"/>
    <w:rsid w:val="00B40ADB"/>
    <w:rsid w:val="00B437E6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6FE"/>
    <w:rsid w:val="00C26CB7"/>
    <w:rsid w:val="00C324C1"/>
    <w:rsid w:val="00C36992"/>
    <w:rsid w:val="00C56036"/>
    <w:rsid w:val="00C61DC5"/>
    <w:rsid w:val="00C67E92"/>
    <w:rsid w:val="00C70A26"/>
    <w:rsid w:val="00C766DF"/>
    <w:rsid w:val="00C90D50"/>
    <w:rsid w:val="00C94B98"/>
    <w:rsid w:val="00CA2B96"/>
    <w:rsid w:val="00CA5089"/>
    <w:rsid w:val="00CD37D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619"/>
    <w:rsid w:val="00D552B2"/>
    <w:rsid w:val="00D608D1"/>
    <w:rsid w:val="00D74119"/>
    <w:rsid w:val="00D8075B"/>
    <w:rsid w:val="00D8678B"/>
    <w:rsid w:val="00D92110"/>
    <w:rsid w:val="00DA2114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637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3A76"/>
    <w:rsid w:val="00F070AB"/>
    <w:rsid w:val="00F17567"/>
    <w:rsid w:val="00F27A7B"/>
    <w:rsid w:val="00F526AF"/>
    <w:rsid w:val="00F60A8B"/>
    <w:rsid w:val="00F617C3"/>
    <w:rsid w:val="00F7066B"/>
    <w:rsid w:val="00F71334"/>
    <w:rsid w:val="00F735B8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3B30C-BD1B-47C3-BCB4-30D8CF0B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1621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2020-10-13T09:11:00Z</cp:lastPrinted>
  <dcterms:created xsi:type="dcterms:W3CDTF">2019-11-20T17:12:00Z</dcterms:created>
  <dcterms:modified xsi:type="dcterms:W3CDTF">2021-01-14T12:09:00Z</dcterms:modified>
</cp:coreProperties>
</file>